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C79C5" w14:textId="6FB1215F" w:rsidR="0042385F" w:rsidRDefault="005F79FD" w:rsidP="004B0D19">
      <w:pPr>
        <w:pStyle w:val="berschrift1"/>
      </w:pPr>
      <w:r>
        <w:t xml:space="preserve">Entwurf von </w:t>
      </w:r>
      <w:r w:rsidR="00DE53E4">
        <w:t>Kompression</w:t>
      </w:r>
      <w:r>
        <w:t>sverfahren für</w:t>
      </w:r>
      <w:r w:rsidR="00DE53E4">
        <w:t xml:space="preserve"> Bilder</w:t>
      </w:r>
    </w:p>
    <w:p w14:paraId="5FA26052" w14:textId="337E457C" w:rsidR="00DE53E4" w:rsidRDefault="00DE53E4" w:rsidP="00DE53E4">
      <w:r>
        <w:t xml:space="preserve">Digitale Fotos und andere Rastergrafiken setzen sich aus vielen einzelnen Bildpunkten </w:t>
      </w:r>
      <w:r w:rsidR="005F79FD">
        <w:t xml:space="preserve">(Pixeln) </w:t>
      </w:r>
      <w:r>
        <w:t xml:space="preserve">zusammen. Die Farbe eines Pixels </w:t>
      </w:r>
      <w:r w:rsidR="005F79FD">
        <w:t xml:space="preserve">wird </w:t>
      </w:r>
      <w:r>
        <w:t>im RGB-Modell mit drei Zahlen zwischen 0 und 255 codiert.</w:t>
      </w:r>
    </w:p>
    <w:p w14:paraId="51AA7B84" w14:textId="5B0F34A6" w:rsidR="002A6799" w:rsidRPr="002A6799" w:rsidRDefault="002A6799" w:rsidP="002A6799">
      <w:pPr>
        <w:pStyle w:val="berschrift2"/>
        <w:rPr>
          <w:b/>
          <w:bCs/>
        </w:rPr>
      </w:pPr>
      <w:r w:rsidRPr="002A6799">
        <w:rPr>
          <w:b/>
          <w:bCs/>
        </w:rPr>
        <w:t>Codierung von Bildern mithilfe der RGB-Werte</w:t>
      </w:r>
    </w:p>
    <w:p w14:paraId="49DDFABB" w14:textId="160B7C41" w:rsidR="00DE53E4" w:rsidRPr="00DE53E4" w:rsidRDefault="00DE53E4" w:rsidP="00E665D0">
      <w:pPr>
        <w:spacing w:after="0"/>
        <w:rPr>
          <w:b/>
          <w:bCs/>
        </w:rPr>
      </w:pPr>
      <w:r w:rsidRPr="00DE53E4">
        <w:rPr>
          <w:b/>
          <w:bCs/>
        </w:rPr>
        <w:t>Aufgabe 1:</w:t>
      </w:r>
    </w:p>
    <w:p w14:paraId="289BE018" w14:textId="6D61A038" w:rsidR="00DE53E4" w:rsidRDefault="00DE53E4" w:rsidP="00DE53E4">
      <w:r>
        <w:t>a) Begründe</w:t>
      </w:r>
      <w:r w:rsidR="004C22BA">
        <w:t>n Sie</w:t>
      </w:r>
      <w:r>
        <w:t xml:space="preserve">: Zur Codierung einer Farbe werden </w:t>
      </w:r>
      <w:r w:rsidR="00587C7D">
        <w:t xml:space="preserve">im RGB-Modell </w:t>
      </w:r>
      <w:r>
        <w:t>24 Bit benötigt.</w:t>
      </w:r>
    </w:p>
    <w:p w14:paraId="5F324427" w14:textId="18885FE9" w:rsidR="00DE53E4" w:rsidRDefault="00DE53E4" w:rsidP="00DE53E4">
      <w:r>
        <w:t>b) Berechne</w:t>
      </w:r>
      <w:r w:rsidR="004C22BA">
        <w:t xml:space="preserve">n Sie </w:t>
      </w:r>
      <w:r>
        <w:t>den Speicherbedarf der Bilder in den Abbildungen 1 bis 4, wenn jede</w:t>
      </w:r>
      <w:r w:rsidR="004C63BD">
        <w:t>s</w:t>
      </w:r>
      <w:r>
        <w:t xml:space="preserve"> einzelne Pixel </w:t>
      </w:r>
      <w:r w:rsidR="00874510">
        <w:t xml:space="preserve">mit seinem </w:t>
      </w:r>
      <w:r>
        <w:t>RGB-Wert codiert wird.</w:t>
      </w:r>
    </w:p>
    <w:p w14:paraId="12117794" w14:textId="25DEDBAA" w:rsidR="005C62B5" w:rsidRDefault="004C22BA" w:rsidP="002D12A9">
      <w:pPr>
        <w:spacing w:after="120"/>
      </w:pPr>
      <w:r>
        <w:t>c) Wie groß wäre der Speicherbedarf eine</w:t>
      </w:r>
      <w:r w:rsidR="00874510">
        <w:t>s</w:t>
      </w:r>
      <w:r>
        <w:t xml:space="preserve"> Fotos mit </w:t>
      </w:r>
      <w:r w:rsidR="005C62B5">
        <w:t>4000 x 3000 Pixeln in MB</w:t>
      </w:r>
      <w:r w:rsidR="004C63BD">
        <w:t>, wenn jedes einzelne Pixel mit seinem RGB-Wert codiert wird</w:t>
      </w:r>
      <w:r w:rsidR="005C62B5">
        <w:t>?</w:t>
      </w:r>
    </w:p>
    <w:p w14:paraId="0EB4F09F" w14:textId="29E1398F" w:rsidR="00DE53E4" w:rsidRDefault="00DE53E4" w:rsidP="00DE53E4"/>
    <w:tbl>
      <w:tblPr>
        <w:tblStyle w:val="Tabellenraster"/>
        <w:tblpPr w:leftFromText="141" w:rightFromText="141" w:vertAnchor="text" w:horzAnchor="margin" w:tblpY="-38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F1DBC" w14:paraId="587A9487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797D23D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0D5AB8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022369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B94B21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282076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162165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AFEE17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F1D74D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819372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A667A9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6E88683B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71A0E16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43F4D90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336D7D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A03BF2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CC8354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7B0819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096767E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F0AB72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9222F8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F85793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06160F98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0213884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25F2A5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7E70CD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5E4736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82C852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1EFCBBE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0C1502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32BD93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4388A3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81B303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0D7B7D99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1760EAA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C15BCA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8F2A21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F4217C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5967CE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94203A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492184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3BAE92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48FA3A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586551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79420701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558DFE1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358C7D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FF6572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87A057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2C2FF2E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68677D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2FB11B0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8658DF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2B03203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1F759E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2812F89C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7513A1C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D3154A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888BDD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0E8C08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C2E841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F8EFF4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BE3860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29AA35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17871B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4AEFC5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79F12457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7AD8473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63030C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1CC975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0D5C16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369C1D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1B3D65B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D72E6F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C130C8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1D5B5B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5EA84F2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1446220D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330C1F0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30E5DE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0934458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355BF5E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3F6738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40BB6B4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110073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EF2BE0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1171BB3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326D85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63038FDF" w14:textId="77777777" w:rsidTr="002A6799">
        <w:trPr>
          <w:trHeight w:val="283"/>
        </w:trPr>
        <w:tc>
          <w:tcPr>
            <w:tcW w:w="283" w:type="dxa"/>
            <w:shd w:val="clear" w:color="auto" w:fill="5B9BD5" w:themeFill="accent5"/>
          </w:tcPr>
          <w:p w14:paraId="6195192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2FF2AB2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B9C198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E8B681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4526233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6321A01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C0670A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E1CDDFC" w14:textId="2A04FCD6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747CD72C" w14:textId="4C144545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7457AFE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28ECBD00" w14:textId="77777777" w:rsidTr="002A6799">
        <w:trPr>
          <w:trHeight w:val="283"/>
        </w:trPr>
        <w:tc>
          <w:tcPr>
            <w:tcW w:w="283" w:type="dxa"/>
            <w:shd w:val="clear" w:color="auto" w:fill="ED7D31" w:themeFill="accent2"/>
          </w:tcPr>
          <w:p w14:paraId="1AB35A5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6D9CBC6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30F39EB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D1DC03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9637B4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087D64A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D8C33C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16AB984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ED7D31" w:themeFill="accent2"/>
          </w:tcPr>
          <w:p w14:paraId="4FFE026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5B9BD5" w:themeFill="accent5"/>
          </w:tcPr>
          <w:p w14:paraId="5EB034F6" w14:textId="77777777" w:rsidR="005F1DBC" w:rsidRPr="00DE53E4" w:rsidRDefault="005F1DBC" w:rsidP="002A6799">
            <w:pPr>
              <w:keepNext/>
              <w:rPr>
                <w:sz w:val="16"/>
                <w:szCs w:val="16"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6209" w:tblpY="-6"/>
        <w:tblOverlap w:val="never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579AB" w14:paraId="7B24AFBE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21DF3AE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BE27F9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B46748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8F0B48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54BAC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318956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128A1E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ED8F79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49E097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DDDA58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5CD6F9BC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4976FB9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749EBB8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88D048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4F4A59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8822C5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4EBB0D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0EBFA8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7F6DF6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4E4CAB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841514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2B8F54AC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3E379A4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7627899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5D624D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3514FB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F7F7F" w:themeFill="text1" w:themeFillTint="80"/>
          </w:tcPr>
          <w:p w14:paraId="416BC4A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E63CB6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57E0F1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4016EBA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4A5B6C3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05442B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031AD666" w14:textId="77777777" w:rsidTr="008579AB">
        <w:trPr>
          <w:trHeight w:val="283"/>
        </w:trPr>
        <w:tc>
          <w:tcPr>
            <w:tcW w:w="283" w:type="dxa"/>
            <w:shd w:val="clear" w:color="auto" w:fill="D9E2F3" w:themeFill="accent1" w:themeFillTint="33"/>
          </w:tcPr>
          <w:p w14:paraId="34B0123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1B6B51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94F3F8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043F82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F7F7F" w:themeFill="text1" w:themeFillTint="80"/>
          </w:tcPr>
          <w:p w14:paraId="3A93C4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1D94A7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80B5EF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7474DD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5581698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0BB0E2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540605A6" w14:textId="77777777" w:rsidTr="008579AB">
        <w:trPr>
          <w:trHeight w:val="283"/>
        </w:trPr>
        <w:tc>
          <w:tcPr>
            <w:tcW w:w="283" w:type="dxa"/>
            <w:shd w:val="clear" w:color="auto" w:fill="FF0000"/>
          </w:tcPr>
          <w:p w14:paraId="379FAD9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03D27B7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CD6F19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1CFE657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687C15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1107C5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707F2B1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59A4D32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234503E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9B3065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37F734AC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0613A24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A46142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D7FEE2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FDFA9F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288BFE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337B45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B0E9E9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AE6BBA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00BADE4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1BEEEC9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4286EF1D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21AC8B5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7369F9C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39FD5C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65D8293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30B16C6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2199AF2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1FE2047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3CD184F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4CE70C1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56C79AB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5CAB1972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4D9011D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2B08301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74294F1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6FCC582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D5DF97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93891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3A25DBE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597269D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1552272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0BB5E8A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3A845E5A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2AFC0EE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2D430E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1659D6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C000" w:themeFill="accent4"/>
          </w:tcPr>
          <w:p w14:paraId="725395A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BA1652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49B2BDF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692EB86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4064EAB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7A8D10C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E2F3" w:themeFill="accent1" w:themeFillTint="33"/>
          </w:tcPr>
          <w:p w14:paraId="10CA434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14:paraId="6585116D" w14:textId="77777777" w:rsidTr="008579AB">
        <w:trPr>
          <w:trHeight w:val="283"/>
        </w:trPr>
        <w:tc>
          <w:tcPr>
            <w:tcW w:w="283" w:type="dxa"/>
            <w:shd w:val="clear" w:color="auto" w:fill="FFFFFF" w:themeFill="background1"/>
          </w:tcPr>
          <w:p w14:paraId="03246ED4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7BC5D1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04CC77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1C8C742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3519D5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D0D12C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79963AC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1359C01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6000" w:themeFill="accent4" w:themeFillShade="80"/>
          </w:tcPr>
          <w:p w14:paraId="752AACB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70AD47" w:themeFill="accent6"/>
          </w:tcPr>
          <w:p w14:paraId="0131909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</w:tbl>
    <w:p w14:paraId="74D578E9" w14:textId="77777777" w:rsidR="00DE53E4" w:rsidRDefault="00DE53E4" w:rsidP="00DE53E4"/>
    <w:p w14:paraId="3C8C8120" w14:textId="77777777" w:rsidR="00DE53E4" w:rsidRDefault="00DE53E4" w:rsidP="00DE53E4"/>
    <w:p w14:paraId="7542737A" w14:textId="77777777" w:rsidR="00DE53E4" w:rsidRDefault="00DE53E4" w:rsidP="00DE53E4"/>
    <w:p w14:paraId="1154FAC5" w14:textId="5EE576C0" w:rsidR="00DE53E4" w:rsidRDefault="00DE53E4" w:rsidP="00DE53E4"/>
    <w:p w14:paraId="2596E088" w14:textId="77777777" w:rsidR="00DE53E4" w:rsidRDefault="00DE53E4" w:rsidP="00DE53E4"/>
    <w:p w14:paraId="283086B7" w14:textId="77777777" w:rsidR="00DE53E4" w:rsidRDefault="00DE53E4" w:rsidP="00DE53E4"/>
    <w:p w14:paraId="68ACF4FE" w14:textId="7A5085DB" w:rsidR="00DE53E4" w:rsidRDefault="00DE53E4" w:rsidP="00DE53E4"/>
    <w:p w14:paraId="15F40448" w14:textId="4491BB69" w:rsidR="00E665D0" w:rsidRDefault="00E665D0" w:rsidP="00E665D0">
      <w:pPr>
        <w:pStyle w:val="UnterschriftINFSII"/>
      </w:pPr>
    </w:p>
    <w:p w14:paraId="4E3F9E4C" w14:textId="58B53CD8" w:rsidR="00DE53E4" w:rsidRDefault="008579AB" w:rsidP="00DE53E4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EC0821" wp14:editId="3CA663B3">
                <wp:simplePos x="0" y="0"/>
                <wp:positionH relativeFrom="column">
                  <wp:posOffset>-3175</wp:posOffset>
                </wp:positionH>
                <wp:positionV relativeFrom="paragraph">
                  <wp:posOffset>12700</wp:posOffset>
                </wp:positionV>
                <wp:extent cx="5254625" cy="367030"/>
                <wp:effectExtent l="0" t="0" r="0" b="0"/>
                <wp:wrapTopAndBottom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4625" cy="367030"/>
                          <a:chOff x="0" y="0"/>
                          <a:chExt cx="5254925" cy="367030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09800" cy="367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06201" w14:textId="40F91CBD" w:rsidR="00E665D0" w:rsidRDefault="00E665D0" w:rsidP="00E665D0">
                              <w:pPr>
                                <w:pStyle w:val="UnterschriftINFSII"/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CF7AC8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 xml:space="preserve">: Bild A für Aufgabe </w:t>
                              </w:r>
                              <w:r w:rsidR="00980134">
                                <w:t xml:space="preserve">1 und </w:t>
                              </w: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spAutoFit/>
                        </wps:bodyPr>
                      </wps:wsp>
                      <wps:wsp>
                        <wps:cNvPr id="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5125" y="0"/>
                            <a:ext cx="2209800" cy="367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114951" w14:textId="23F40BA8" w:rsidR="00E665D0" w:rsidRDefault="00E665D0" w:rsidP="00E665D0">
                              <w:pPr>
                                <w:pStyle w:val="UnterschriftINFSII"/>
                              </w:pPr>
                              <w:r>
                                <w:t xml:space="preserve">Abbildung 2: Bild </w:t>
                              </w:r>
                              <w:r w:rsidR="005F1DBC">
                                <w:t>B</w:t>
                              </w:r>
                              <w:r>
                                <w:t xml:space="preserve"> für Aufgabe </w:t>
                              </w:r>
                              <w:r w:rsidR="00980134">
                                <w:t xml:space="preserve">1 und </w:t>
                              </w: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C0821" id="Gruppieren 6" o:spid="_x0000_s1026" style="position:absolute;margin-left:-.25pt;margin-top:1pt;width:413.75pt;height:28.9pt;z-index:251661312" coordsize="52549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209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" filled="f" stroked="f">
                  <v:textbox style="mso-fit-shape-to-text:t" inset="0">
                    <w:txbxContent>
                      <w:p w14:paraId="77506201" w14:textId="40F91CBD" w:rsidR="00E665D0" w:rsidRDefault="00E665D0" w:rsidP="00E665D0">
                        <w:pPr>
                          <w:pStyle w:val="UnterschriftINFSII"/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CF7AC8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 xml:space="preserve">: Bild A für Aufgabe </w:t>
                        </w:r>
                        <w:r w:rsidR="00980134">
                          <w:t xml:space="preserve">1 und </w:t>
                        </w:r>
                        <w:r>
                          <w:t>3</w:t>
                        </w:r>
                      </w:p>
                    </w:txbxContent>
                  </v:textbox>
                </v:shape>
                <v:shape id="_x0000_s1028" type="#_x0000_t202" style="position:absolute;left:30451;width:2209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" filled="f" stroked="f">
                  <v:textbox style="mso-fit-shape-to-text:t" inset="0">
                    <w:txbxContent>
                      <w:p w14:paraId="19114951" w14:textId="23F40BA8" w:rsidR="00E665D0" w:rsidRDefault="00E665D0" w:rsidP="00E665D0">
                        <w:pPr>
                          <w:pStyle w:val="UnterschriftINFSII"/>
                        </w:pPr>
                        <w:r>
                          <w:t xml:space="preserve">Abbildung 2: Bild </w:t>
                        </w:r>
                        <w:r w:rsidR="005F1DBC">
                          <w:t>B</w:t>
                        </w:r>
                        <w:r>
                          <w:t xml:space="preserve"> für Aufgabe </w:t>
                        </w:r>
                        <w:r w:rsidR="00980134">
                          <w:t xml:space="preserve">1 und </w:t>
                        </w:r>
                        <w:r>
                          <w:t>3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35"/>
        <w:tblOverlap w:val="never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F1DBC" w14:paraId="2C6B002F" w14:textId="77777777" w:rsidTr="002A6799">
        <w:trPr>
          <w:trHeight w:val="283"/>
        </w:trPr>
        <w:tc>
          <w:tcPr>
            <w:tcW w:w="283" w:type="dxa"/>
          </w:tcPr>
          <w:p w14:paraId="2ABE0AB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7AE4C9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4BC766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D17F0F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A84048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5AD9B5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602DF1CF" w14:textId="002E4999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DA286C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3F19BF2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9C66DB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583F9D60" w14:textId="77777777" w:rsidTr="002A6799">
        <w:trPr>
          <w:trHeight w:val="283"/>
        </w:trPr>
        <w:tc>
          <w:tcPr>
            <w:tcW w:w="283" w:type="dxa"/>
          </w:tcPr>
          <w:p w14:paraId="1FF2DF9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43789FD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599AC5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37645C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B5F9C8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E052B4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75A382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B28351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0886FF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D3B552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6E669606" w14:textId="77777777" w:rsidTr="002A6799">
        <w:trPr>
          <w:trHeight w:val="283"/>
        </w:trPr>
        <w:tc>
          <w:tcPr>
            <w:tcW w:w="283" w:type="dxa"/>
          </w:tcPr>
          <w:p w14:paraId="1B8559A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65CCECC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1A36B7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55EE61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4AEA24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A93742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5DBBC2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9CE290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65085A2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C77E3B0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17FFC120" w14:textId="77777777" w:rsidTr="002A6799">
        <w:trPr>
          <w:trHeight w:val="283"/>
        </w:trPr>
        <w:tc>
          <w:tcPr>
            <w:tcW w:w="283" w:type="dxa"/>
          </w:tcPr>
          <w:p w14:paraId="7096622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43F993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6E62F0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7A7A53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5792DB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4DC2C1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D950B7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9E566D0" w14:textId="04FFBB0C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0A61533" w14:textId="3E754CFF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E8824F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73BBABA7" w14:textId="77777777" w:rsidTr="002A6799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49A0997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12CC7A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DF3D51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E43A10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384C40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7606B5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9032174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8273D19" w14:textId="0A35590A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45FDFBE" w14:textId="002E0875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D1758F0" w14:textId="7323C31F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1226B188" w14:textId="77777777" w:rsidTr="002A6799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01B515E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B16696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5D590F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D28608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10CD9D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50EC88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330BE31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FFD0B21" w14:textId="12A615E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9A0ED13" w14:textId="37A08DEE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DB3B4A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4F812CC4" w14:textId="77777777" w:rsidTr="002A6799">
        <w:trPr>
          <w:trHeight w:val="283"/>
        </w:trPr>
        <w:tc>
          <w:tcPr>
            <w:tcW w:w="283" w:type="dxa"/>
          </w:tcPr>
          <w:p w14:paraId="717564B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FA627D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453F92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48A9CB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4AB1E3A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3B379AD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74FBD2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9199E0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6D01FE0" w14:textId="3EEB004D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963AA19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52D0E764" w14:textId="77777777" w:rsidTr="002A6799">
        <w:trPr>
          <w:trHeight w:val="283"/>
        </w:trPr>
        <w:tc>
          <w:tcPr>
            <w:tcW w:w="283" w:type="dxa"/>
          </w:tcPr>
          <w:p w14:paraId="299F311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B2A5F85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39F654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4FE421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939731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C024A26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EE35E35" w14:textId="39C0B965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3A1FF4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18CA3EF3" w14:textId="15430694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1DDBE0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82641F" w14:paraId="05F18086" w14:textId="77777777" w:rsidTr="002A6799">
        <w:trPr>
          <w:trHeight w:val="283"/>
        </w:trPr>
        <w:tc>
          <w:tcPr>
            <w:tcW w:w="283" w:type="dxa"/>
          </w:tcPr>
          <w:p w14:paraId="3349CC0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31252D8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7A50F0C7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E3206D8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03D4C62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AA8231E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F5815BB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1468CFC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1A9B8886" w14:textId="4B7DB9A8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BD1428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  <w:tr w:rsidR="005F1DBC" w14:paraId="58DC51A8" w14:textId="77777777" w:rsidTr="002A6799">
        <w:trPr>
          <w:trHeight w:val="283"/>
        </w:trPr>
        <w:tc>
          <w:tcPr>
            <w:tcW w:w="283" w:type="dxa"/>
          </w:tcPr>
          <w:p w14:paraId="1CDC3B7F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47E32E0F" w14:textId="1283B13E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716AD4C1" w14:textId="2A7C357E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A70F21E" w14:textId="6EE3EB92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A052212" w14:textId="60152A88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1F8D6B8" w14:textId="6A03883C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025223F1" w14:textId="79AA0C3B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243998E3" w14:textId="77777777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50AB091E" w14:textId="00F2D39D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14:paraId="4C89ADC6" w14:textId="5651F806" w:rsidR="005F1DBC" w:rsidRPr="00DE53E4" w:rsidRDefault="005F1DBC" w:rsidP="002A6799">
            <w:pPr>
              <w:rPr>
                <w:sz w:val="16"/>
                <w:szCs w:val="16"/>
              </w:rPr>
            </w:pPr>
          </w:p>
        </w:tc>
      </w:tr>
    </w:tbl>
    <w:tbl>
      <w:tblPr>
        <w:tblStyle w:val="Tabellenraster"/>
        <w:tblpPr w:leftFromText="142" w:rightFromText="142" w:vertAnchor="page" w:horzAnchor="page" w:tblpX="6223" w:tblpY="9497"/>
        <w:tblOverlap w:val="never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579AB" w:rsidRPr="00DE53E4" w14:paraId="0B4B8302" w14:textId="77777777" w:rsidTr="008579AB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19CA60AC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3EB75D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B1453E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5E4AC5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0B4B8E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70268FA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126288D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9283B0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476C773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72681B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13D1DB39" w14:textId="77777777" w:rsidTr="008579AB">
        <w:trPr>
          <w:trHeight w:val="283"/>
        </w:trPr>
        <w:tc>
          <w:tcPr>
            <w:tcW w:w="283" w:type="dxa"/>
            <w:shd w:val="clear" w:color="auto" w:fill="000000" w:themeFill="text1"/>
          </w:tcPr>
          <w:p w14:paraId="6AED8D4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65308A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2A7F0F4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77A349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5640733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19140E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C73A6A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3BCDFCA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6861CA9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000000" w:themeFill="text1"/>
          </w:tcPr>
          <w:p w14:paraId="0AA5C06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3737A464" w14:textId="77777777" w:rsidTr="008579AB">
        <w:trPr>
          <w:trHeight w:val="283"/>
        </w:trPr>
        <w:tc>
          <w:tcPr>
            <w:tcW w:w="283" w:type="dxa"/>
            <w:shd w:val="clear" w:color="auto" w:fill="FF0000"/>
          </w:tcPr>
          <w:p w14:paraId="74D3E3F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7FDD2E6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34B18B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52FEF2F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19BC2EE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35FEB5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71D56FB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242C391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4F961CD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4CDC370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2A58E25E" w14:textId="77777777" w:rsidTr="008579AB">
        <w:trPr>
          <w:trHeight w:val="283"/>
        </w:trPr>
        <w:tc>
          <w:tcPr>
            <w:tcW w:w="283" w:type="dxa"/>
            <w:shd w:val="clear" w:color="auto" w:fill="FF0000"/>
          </w:tcPr>
          <w:p w14:paraId="6CAA678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05329D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71782D8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2A77CF37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515540E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4EA8BD08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3A68BC3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5F0866E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6061D56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0000"/>
          </w:tcPr>
          <w:p w14:paraId="2445F1C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6671C5FE" w14:textId="77777777" w:rsidTr="00430F61">
        <w:trPr>
          <w:trHeight w:val="283"/>
        </w:trPr>
        <w:tc>
          <w:tcPr>
            <w:tcW w:w="283" w:type="dxa"/>
            <w:shd w:val="clear" w:color="auto" w:fill="FFFF00"/>
          </w:tcPr>
          <w:p w14:paraId="2EF0F4C9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6CEB852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22611E7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02DA6C5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1079EB9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304EDD7D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5C93DDA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2FAB0FF5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508FFDFF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3F10113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  <w:tr w:rsidR="008579AB" w:rsidRPr="00DE53E4" w14:paraId="0BCADAAD" w14:textId="77777777" w:rsidTr="00430F61">
        <w:trPr>
          <w:trHeight w:val="283"/>
        </w:trPr>
        <w:tc>
          <w:tcPr>
            <w:tcW w:w="283" w:type="dxa"/>
            <w:shd w:val="clear" w:color="auto" w:fill="FFFF00"/>
          </w:tcPr>
          <w:p w14:paraId="35C59F01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7971BB42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1B29C146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2BE85C4B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0C29762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2DA56B0A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3E082810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59F5C7F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4504A2D3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FFF00"/>
          </w:tcPr>
          <w:p w14:paraId="5DE7418E" w14:textId="77777777" w:rsidR="008579AB" w:rsidRPr="00DE53E4" w:rsidRDefault="008579AB" w:rsidP="008579AB">
            <w:pPr>
              <w:rPr>
                <w:sz w:val="16"/>
                <w:szCs w:val="16"/>
              </w:rPr>
            </w:pPr>
          </w:p>
        </w:tc>
      </w:tr>
    </w:tbl>
    <w:p w14:paraId="41778B21" w14:textId="28387D33" w:rsidR="00E032F5" w:rsidRDefault="00E032F5"/>
    <w:p w14:paraId="2F94750D" w14:textId="77777777" w:rsidR="00657951" w:rsidRDefault="00657951" w:rsidP="00970575"/>
    <w:p w14:paraId="5F7124E0" w14:textId="77777777" w:rsidR="00657951" w:rsidRDefault="00657951" w:rsidP="00970575"/>
    <w:p w14:paraId="34E953E0" w14:textId="5EA81093" w:rsidR="00657951" w:rsidRDefault="00657951" w:rsidP="00970575"/>
    <w:p w14:paraId="15FA3FF0" w14:textId="36779DA2" w:rsidR="00657951" w:rsidRDefault="00980134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3077C66" wp14:editId="0033E4CA">
                <wp:simplePos x="0" y="0"/>
                <wp:positionH relativeFrom="margin">
                  <wp:posOffset>3064823</wp:posOffset>
                </wp:positionH>
                <wp:positionV relativeFrom="paragraph">
                  <wp:posOffset>49615</wp:posOffset>
                </wp:positionV>
                <wp:extent cx="1998980" cy="1404620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44B62" w14:textId="1760E35D" w:rsidR="005F1DBC" w:rsidRDefault="005F1DBC" w:rsidP="005F1DBC">
                            <w:pPr>
                              <w:pStyle w:val="UnterschriftINFSII"/>
                            </w:pPr>
                            <w:r>
                              <w:t xml:space="preserve">Abbildung 4: Bild D für Aufgabe </w:t>
                            </w:r>
                            <w:r w:rsidR="00980134">
                              <w:t xml:space="preserve">1 und 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077C66" id="Textfeld 2" o:spid="_x0000_s1029" type="#_x0000_t202" style="position:absolute;margin-left:241.3pt;margin-top:3.9pt;width:157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" filled="f" stroked="f">
                <v:textbox style="mso-fit-shape-to-text:t" inset="0">
                  <w:txbxContent>
                    <w:p w14:paraId="00744B62" w14:textId="1760E35D" w:rsidR="005F1DBC" w:rsidRDefault="005F1DBC" w:rsidP="005F1DBC">
                      <w:pPr>
                        <w:pStyle w:val="UnterschriftINFSII"/>
                      </w:pPr>
                      <w:r>
                        <w:t xml:space="preserve">Abbildung 4: Bild D für Aufgabe </w:t>
                      </w:r>
                      <w:r w:rsidR="00980134">
                        <w:t xml:space="preserve">1 und </w:t>
                      </w:r>
                      <w: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6D81266" w14:textId="6BFF2692" w:rsidR="00657951" w:rsidRDefault="00657951" w:rsidP="00970575"/>
    <w:p w14:paraId="2207FA06" w14:textId="4FAE2123" w:rsidR="00657951" w:rsidRDefault="00657951" w:rsidP="00970575"/>
    <w:p w14:paraId="18C6B97F" w14:textId="77777777" w:rsidR="00657951" w:rsidRDefault="00657951" w:rsidP="00970575"/>
    <w:p w14:paraId="5C854EA8" w14:textId="10F02546" w:rsidR="00657951" w:rsidRDefault="002A6799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7B7BED" wp14:editId="6F312E2E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2209800" cy="140462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97664" w14:textId="4D4C11E7" w:rsidR="005F1DBC" w:rsidRDefault="005F1DBC" w:rsidP="0082641F">
                            <w:pPr>
                              <w:pStyle w:val="UnterschriftINFSII"/>
                              <w:spacing w:after="0"/>
                            </w:pPr>
                            <w:r>
                              <w:t xml:space="preserve">Abbildung 3: Bild C für Aufgabe </w:t>
                            </w:r>
                            <w:r w:rsidR="00980134">
                              <w:t xml:space="preserve">1 und 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7B7BED" id="_x0000_s1030" type="#_x0000_t202" style="position:absolute;margin-left:0;margin-top:4pt;width:17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" filled="f" stroked="f">
                <v:textbox style="mso-fit-shape-to-text:t" inset="0">
                  <w:txbxContent>
                    <w:p w14:paraId="07C97664" w14:textId="4D4C11E7" w:rsidR="005F1DBC" w:rsidRDefault="005F1DBC" w:rsidP="0082641F">
                      <w:pPr>
                        <w:pStyle w:val="UnterschriftINFSII"/>
                        <w:spacing w:after="0"/>
                      </w:pPr>
                      <w:r>
                        <w:t xml:space="preserve">Abbildung 3: Bild C für Aufgabe </w:t>
                      </w:r>
                      <w:r w:rsidR="00980134">
                        <w:t xml:space="preserve">1 und </w:t>
                      </w:r>
                      <w: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BB2D56" w14:textId="627DD8B9" w:rsidR="00657951" w:rsidRDefault="00657951" w:rsidP="00970575"/>
    <w:p w14:paraId="5178E38C" w14:textId="25E72D97" w:rsidR="00990900" w:rsidRDefault="00980134">
      <w:pPr>
        <w:spacing w:after="160" w:line="259" w:lineRule="auto"/>
        <w:rPr>
          <w:b/>
          <w:bCs/>
        </w:rPr>
      </w:pPr>
      <w:r w:rsidRPr="00657951">
        <w:rPr>
          <w:b/>
          <w:bCs/>
        </w:rPr>
        <w:t>Aufgabe 2:</w:t>
      </w:r>
      <w:r>
        <w:t xml:space="preserve"> Vergleichen Sie den Speicherbedarf der Bilder im Ordner </w:t>
      </w:r>
      <w:bookmarkStart w:id="0" w:name="_Hlk92182377"/>
      <w:r w:rsidRPr="005507BE">
        <w:rPr>
          <w:i/>
          <w:iCs/>
        </w:rPr>
        <w:t>Bilder</w:t>
      </w:r>
      <w:r>
        <w:rPr>
          <w:i/>
          <w:iCs/>
        </w:rPr>
        <w:t>_Aufgabe2</w:t>
      </w:r>
      <w:r>
        <w:t xml:space="preserve"> </w:t>
      </w:r>
      <w:bookmarkEnd w:id="0"/>
      <w:r>
        <w:t>mit dem Speicherbedarf, den eine Codierung wie in Aufgabe 1 erfordern würde.  Die Dateinamen enthalten die Breite und Höhe der Bilder in Pixeln. Die Bilder wurden außerdem in unterschiedlichen Dateiformaten für Bilder abgespeichert.</w:t>
      </w:r>
    </w:p>
    <w:p w14:paraId="568ACCC1" w14:textId="5A094998" w:rsidR="00980134" w:rsidRPr="002A6799" w:rsidRDefault="00980134" w:rsidP="00980134">
      <w:pPr>
        <w:pStyle w:val="berschrift2"/>
        <w:rPr>
          <w:b/>
          <w:bCs/>
        </w:rPr>
      </w:pPr>
      <w:r>
        <w:rPr>
          <w:b/>
          <w:bCs/>
        </w:rPr>
        <w:lastRenderedPageBreak/>
        <w:t xml:space="preserve">Ideen zur </w:t>
      </w:r>
      <w:r w:rsidRPr="002A6799">
        <w:rPr>
          <w:b/>
          <w:bCs/>
        </w:rPr>
        <w:t>Kompression</w:t>
      </w:r>
    </w:p>
    <w:p w14:paraId="25DDEA92" w14:textId="77777777" w:rsidR="00980134" w:rsidRDefault="00980134" w:rsidP="00980134">
      <w:pPr>
        <w:spacing w:after="120"/>
      </w:pPr>
      <w:r>
        <w:t xml:space="preserve">Öffnet man die in Aufgabe 2 betrachteten Bilder in einem Bildbearbeitungsprogramm lässt sich für jedes Pixel der RGB-Wert bestimmen. Die Bilder werden aber anscheinend mit weniger als 24 Bit pro Pixel codiert. Eine Codierung, die weniger Speicherplatz benötigt als die ursprüngliche Codierung, bezeichnet man als </w:t>
      </w:r>
      <w:r w:rsidRPr="00E665D0">
        <w:rPr>
          <w:b/>
          <w:bCs/>
          <w:color w:val="4E6B9E"/>
        </w:rPr>
        <w:t>Kompression</w:t>
      </w:r>
      <w:r>
        <w:t>.</w:t>
      </w:r>
    </w:p>
    <w:p w14:paraId="4D7CB071" w14:textId="1B3439FA" w:rsidR="00980134" w:rsidRDefault="00980134" w:rsidP="00980134">
      <w:r w:rsidRPr="00657951">
        <w:rPr>
          <w:b/>
          <w:bCs/>
        </w:rPr>
        <w:t>Aufgabe 3:</w:t>
      </w:r>
      <w:r>
        <w:t xml:space="preserve"> Entwerfen Sie für die Bilder in den Abbildungen 1 bis 4 jeweils eine Codierung, die im Vergleich zum pixelweisen Speichern der RGB-Werte</w:t>
      </w:r>
      <w:r w:rsidR="003A6086">
        <w:t xml:space="preserve"> mit 24 Bit</w:t>
      </w:r>
      <w:r>
        <w:t xml:space="preserve"> mit weniger Speicherplatz auskommt. Möglicherweise sind je nach Aufbau des Bildes unterschiedliche Codierungen sinnvoll. Geben Sie jeweils an, welche zusätzlichen Informationen ggf. gespeichert werden müssen.</w:t>
      </w:r>
    </w:p>
    <w:p w14:paraId="2EE99F41" w14:textId="1F6B61A4" w:rsidR="00041133" w:rsidRDefault="00657951" w:rsidP="00970575">
      <w:r w:rsidRPr="002A18F9">
        <w:rPr>
          <w:b/>
          <w:bCs/>
        </w:rPr>
        <w:t>Aufgabe 4:</w:t>
      </w:r>
      <w:r>
        <w:t xml:space="preserve"> Abbildung </w:t>
      </w:r>
      <w:r w:rsidR="005F1DBC">
        <w:t xml:space="preserve">5 </w:t>
      </w:r>
      <w:r>
        <w:t>zeigt einen Ausschnitt des Himmels eines größeren Fotos</w:t>
      </w:r>
      <w:r w:rsidR="002A18F9">
        <w:t xml:space="preserve"> wie in Abbildung 6</w:t>
      </w:r>
      <w:r>
        <w:t>. Diskutieren Sie</w:t>
      </w:r>
      <w:r w:rsidR="002A18F9">
        <w:t xml:space="preserve"> Ansätze zur Kompression von digitalen Fotos.</w:t>
      </w:r>
    </w:p>
    <w:p w14:paraId="657B897D" w14:textId="77777777" w:rsidR="005F1DBC" w:rsidRDefault="00041133" w:rsidP="005F1DBC">
      <w:pPr>
        <w:keepNext/>
      </w:pPr>
      <w:r w:rsidRPr="00041133">
        <w:rPr>
          <w:noProof/>
        </w:rPr>
        <w:drawing>
          <wp:inline distT="0" distB="0" distL="0" distR="0" wp14:anchorId="2016EBF5" wp14:editId="5C1D8151">
            <wp:extent cx="5760720" cy="343047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0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66E08" w14:textId="59189434" w:rsidR="005F1DBC" w:rsidRDefault="005F1DBC" w:rsidP="005F1DBC">
      <w:pPr>
        <w:pStyle w:val="UnterschriftINFSII"/>
      </w:pPr>
      <w:r>
        <w:t>Abbildung 5: vergrößerter Ausschnitt eines digitalen Fotos</w:t>
      </w:r>
    </w:p>
    <w:p w14:paraId="5D72F12B" w14:textId="77777777" w:rsidR="005F1DBC" w:rsidRDefault="00041133" w:rsidP="005F1DBC">
      <w:pPr>
        <w:keepNext/>
      </w:pPr>
      <w:r>
        <w:rPr>
          <w:noProof/>
        </w:rPr>
        <w:drawing>
          <wp:inline distT="0" distB="0" distL="0" distR="0" wp14:anchorId="095D9AC2" wp14:editId="7415CFF8">
            <wp:extent cx="1583141" cy="2110855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853" cy="213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C5321" w14:textId="61F0F13A" w:rsidR="00657951" w:rsidRDefault="005F1DBC" w:rsidP="002A6799">
      <w:pPr>
        <w:pStyle w:val="UnterschriftINFSII"/>
      </w:pPr>
      <w:r>
        <w:t>Abbildung 6: digitales Foto</w:t>
      </w:r>
    </w:p>
    <w:p w14:paraId="52BF5C40" w14:textId="4D96226A" w:rsidR="002A6799" w:rsidRPr="00F66E0A" w:rsidRDefault="002A6799" w:rsidP="002A6799">
      <w:pPr>
        <w:pStyle w:val="berschrift2"/>
        <w:rPr>
          <w:b/>
          <w:bCs/>
        </w:rPr>
      </w:pPr>
      <w:r w:rsidRPr="00F66E0A">
        <w:rPr>
          <w:b/>
          <w:bCs/>
        </w:rPr>
        <w:lastRenderedPageBreak/>
        <w:t>Verlustfreie vs. verlustbehaftete Kompression</w:t>
      </w:r>
    </w:p>
    <w:p w14:paraId="0CDCC17A" w14:textId="4F3B17C0" w:rsidR="002A18F9" w:rsidRDefault="002A18F9" w:rsidP="00970575">
      <w:r>
        <w:t xml:space="preserve">Man unterscheidet bei der Kompression zwischen verlustfreier und verlustbehafteter Kompression. Bei der </w:t>
      </w:r>
      <w:r w:rsidRPr="0082641F">
        <w:rPr>
          <w:b/>
          <w:bCs/>
          <w:color w:val="4E6B9E"/>
        </w:rPr>
        <w:t>verlustfreien Kompression</w:t>
      </w:r>
      <w:r w:rsidRPr="0082641F">
        <w:rPr>
          <w:color w:val="4E6B9E"/>
        </w:rPr>
        <w:t xml:space="preserve"> </w:t>
      </w:r>
      <w:r>
        <w:t xml:space="preserve">geht keinerlei Information verloren. Das Originalbild lässt sich vollständig wiederherstellten. Es wird lediglich die Menge der Daten reduziert, in denen die Information </w:t>
      </w:r>
      <w:r w:rsidR="0082641F">
        <w:t>codiert</w:t>
      </w:r>
      <w:r>
        <w:t xml:space="preserve"> wird. Bei der </w:t>
      </w:r>
      <w:r w:rsidRPr="0082641F">
        <w:rPr>
          <w:b/>
          <w:bCs/>
          <w:color w:val="4E6B9E"/>
        </w:rPr>
        <w:t>verlustbehafteten Kompression</w:t>
      </w:r>
      <w:r w:rsidRPr="0082641F">
        <w:rPr>
          <w:color w:val="4E6B9E"/>
        </w:rPr>
        <w:t xml:space="preserve"> </w:t>
      </w:r>
      <w:r>
        <w:t xml:space="preserve">wir der Speicherbedarf reduziert, indem die Information reduziert wird. Das heißt das Originalbild lässt sich nicht </w:t>
      </w:r>
      <w:r w:rsidR="0082641F">
        <w:t xml:space="preserve">vollständig </w:t>
      </w:r>
      <w:r>
        <w:t>wiederherstellen. Es gehen Informationen verloren</w:t>
      </w:r>
      <w:r w:rsidR="0082641F">
        <w:t>.</w:t>
      </w:r>
      <w:r w:rsidR="002A02A3">
        <w:t xml:space="preserve"> Hierbei wird z. B. ausgenutzt, dass das menschliche Auge sehr kleine Unterschiede in den RGB-Werten gar nicht wahrnehmen kann, so dass der Qualitätsverlust mit bloßem Auge z.</w:t>
      </w:r>
      <w:r w:rsidR="0082641F">
        <w:t xml:space="preserve"> </w:t>
      </w:r>
      <w:r w:rsidR="002A02A3">
        <w:t>T. gar nicht zu erkennen ist.</w:t>
      </w:r>
      <w:r>
        <w:t xml:space="preserve"> </w:t>
      </w:r>
    </w:p>
    <w:p w14:paraId="3923AFD2" w14:textId="290AF100" w:rsidR="002A18F9" w:rsidRDefault="002A18F9" w:rsidP="00970575">
      <w:r w:rsidRPr="002A02A3">
        <w:rPr>
          <w:b/>
          <w:bCs/>
        </w:rPr>
        <w:t>Aufgabe 5:</w:t>
      </w:r>
      <w:r>
        <w:t xml:space="preserve"> </w:t>
      </w:r>
      <w:r w:rsidR="002A02A3">
        <w:t>Diskutieren Sie für die von Ihnen entwickelten Verfahren und Ansätze jeweils, ob es sich um eine verlustfreie oder eine verlustbehaftete Kompression handelt.</w:t>
      </w:r>
    </w:p>
    <w:p w14:paraId="23CC5515" w14:textId="77777777" w:rsidR="00F66E0A" w:rsidRDefault="00F66E0A" w:rsidP="00970575"/>
    <w:p w14:paraId="4D9BC79F" w14:textId="6A2562AC" w:rsidR="00232EC5" w:rsidRDefault="00232EC5" w:rsidP="00970575"/>
    <w:p w14:paraId="3747536D" w14:textId="46584880" w:rsidR="00F57160" w:rsidRDefault="00F57160" w:rsidP="00970575"/>
    <w:p w14:paraId="43E2306A" w14:textId="57682B26" w:rsidR="00F57160" w:rsidRDefault="00F57160" w:rsidP="00970575"/>
    <w:p w14:paraId="524C2613" w14:textId="4E5D7580" w:rsidR="00F57160" w:rsidRDefault="00F57160" w:rsidP="00970575"/>
    <w:p w14:paraId="72719E17" w14:textId="1E9C1771" w:rsidR="00F57160" w:rsidRDefault="00F57160" w:rsidP="00970575"/>
    <w:p w14:paraId="653C1294" w14:textId="4CA1B160" w:rsidR="008579AB" w:rsidRDefault="008579AB" w:rsidP="00970575"/>
    <w:p w14:paraId="721E8225" w14:textId="1FDCCFB9" w:rsidR="008579AB" w:rsidRDefault="008579AB" w:rsidP="00970575"/>
    <w:p w14:paraId="7519C212" w14:textId="5F81BF08" w:rsidR="008579AB" w:rsidRDefault="008579AB" w:rsidP="00970575"/>
    <w:p w14:paraId="0F8A85C7" w14:textId="233FBDF2" w:rsidR="008579AB" w:rsidRDefault="008579AB" w:rsidP="00970575"/>
    <w:p w14:paraId="5F66B944" w14:textId="09E080E1" w:rsidR="008579AB" w:rsidRDefault="008579AB" w:rsidP="00970575"/>
    <w:p w14:paraId="04BCE1DA" w14:textId="5BB2A254" w:rsidR="008579AB" w:rsidRDefault="008579AB" w:rsidP="00970575"/>
    <w:p w14:paraId="6F0A4E79" w14:textId="4DE0E27A" w:rsidR="008579AB" w:rsidRDefault="008579AB" w:rsidP="00970575"/>
    <w:p w14:paraId="2CCC0A9D" w14:textId="261B8163" w:rsidR="008579AB" w:rsidRDefault="008579AB" w:rsidP="00970575"/>
    <w:p w14:paraId="1F2F5665" w14:textId="77777777" w:rsidR="00980134" w:rsidRDefault="00980134" w:rsidP="00970575"/>
    <w:p w14:paraId="311D8A74" w14:textId="77777777" w:rsidR="00980134" w:rsidRDefault="00980134" w:rsidP="00970575"/>
    <w:p w14:paraId="4736F587" w14:textId="77777777" w:rsidR="00980134" w:rsidRDefault="00980134" w:rsidP="00970575"/>
    <w:p w14:paraId="083F89F6" w14:textId="77777777" w:rsidR="008579AB" w:rsidRDefault="008579AB" w:rsidP="00970575"/>
    <w:p w14:paraId="72B7FAFC" w14:textId="77777777" w:rsidR="00F85A8E" w:rsidRPr="005E1E04" w:rsidRDefault="00F85A8E" w:rsidP="00F85A8E">
      <w:bookmarkStart w:id="1" w:name="_Hlk48148046"/>
      <w:bookmarkStart w:id="2" w:name="_Hlk36642635"/>
      <w:r w:rsidRPr="005E1E04">
        <w:t xml:space="preserve">Dieses Werk ist lizenziert unter einer </w:t>
      </w:r>
      <w:hyperlink r:id="rId10" w:history="1">
        <w:r w:rsidRPr="00F85A8E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bookmarkEnd w:id="1"/>
      <w:r>
        <w:t xml:space="preserve">Von der Lizenz ausgenommen ist das </w:t>
      </w:r>
      <w:proofErr w:type="spellStart"/>
      <w:r>
        <w:t>InfSII</w:t>
      </w:r>
      <w:proofErr w:type="spellEnd"/>
      <w:r>
        <w:t>-Logo.</w:t>
      </w:r>
    </w:p>
    <w:bookmarkEnd w:id="2"/>
    <w:p w14:paraId="22213912" w14:textId="57B26ACC" w:rsidR="00970575" w:rsidRPr="0027492F" w:rsidRDefault="00970575" w:rsidP="00970575">
      <w:r w:rsidRPr="0027492F">
        <w:t xml:space="preserve"> </w:t>
      </w:r>
    </w:p>
    <w:p w14:paraId="378618A3" w14:textId="2F8DB354" w:rsidR="00F57160" w:rsidRDefault="004C63BD">
      <w:r w:rsidRPr="00F57160">
        <w:rPr>
          <w:b/>
          <w:bCs/>
        </w:rPr>
        <w:t>Bild</w:t>
      </w:r>
      <w:r w:rsidR="00F57160" w:rsidRPr="00F57160">
        <w:rPr>
          <w:b/>
          <w:bCs/>
        </w:rPr>
        <w:t>nachweis</w:t>
      </w:r>
      <w:r w:rsidRPr="00F57160">
        <w:rPr>
          <w:b/>
          <w:bCs/>
        </w:rPr>
        <w:t>:</w:t>
      </w:r>
      <w:r>
        <w:t xml:space="preserve"> Abbildung 5 wurde mithilfe </w:t>
      </w:r>
      <w:r w:rsidR="00F57160">
        <w:t xml:space="preserve">der RGB-Bildanzeige von Andreas Gramm (2016) erzeugt, die auf der Webseite </w:t>
      </w:r>
      <w:hyperlink r:id="rId11" w:history="1">
        <w:r w:rsidR="00F57160" w:rsidRPr="00F57160">
          <w:rPr>
            <w:rStyle w:val="Hyperlink"/>
            <w:color w:val="4E6B9E"/>
          </w:rPr>
          <w:t>https://informatik.schule.de/rgb/</w:t>
        </w:r>
      </w:hyperlink>
      <w:r w:rsidR="00F57160">
        <w:t xml:space="preserve"> unter einer </w:t>
      </w:r>
      <w:r w:rsidR="00F57160" w:rsidRPr="00F57160">
        <w:t>CC BY-SA 3.0 DE</w:t>
      </w:r>
      <w:r w:rsidR="00F57160">
        <w:t xml:space="preserve"> veröffentlicht wurde.</w:t>
      </w:r>
    </w:p>
    <w:p w14:paraId="6F973756" w14:textId="391917BF" w:rsidR="00970575" w:rsidRDefault="00F57160">
      <w:r>
        <w:t>Die übrigen Abbildungen und beiliegenden Dateien wurden von der Autorin selbst erstellt.</w:t>
      </w:r>
    </w:p>
    <w:sectPr w:rsidR="00970575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92318" w14:textId="77777777" w:rsidR="002F7EBC" w:rsidRDefault="002F7EBC" w:rsidP="006D1346">
      <w:pPr>
        <w:spacing w:after="0" w:line="240" w:lineRule="auto"/>
      </w:pPr>
      <w:r>
        <w:separator/>
      </w:r>
    </w:p>
  </w:endnote>
  <w:endnote w:type="continuationSeparator" w:id="0">
    <w:p w14:paraId="0DA844C1" w14:textId="77777777" w:rsidR="002F7EBC" w:rsidRDefault="002F7EB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FA404" w14:textId="5B7413DD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3B7B69" wp14:editId="2B8FC05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3A6086">
      <w:rPr>
        <w:color w:val="808080" w:themeColor="background1" w:themeShade="80"/>
        <w:sz w:val="20"/>
        <w:szCs w:val="20"/>
      </w:rPr>
      <w:t>September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3A6086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EACA0" w14:textId="77777777" w:rsidR="002F7EBC" w:rsidRDefault="002F7EBC" w:rsidP="006D1346">
      <w:pPr>
        <w:spacing w:after="0" w:line="240" w:lineRule="auto"/>
      </w:pPr>
      <w:r>
        <w:separator/>
      </w:r>
    </w:p>
  </w:footnote>
  <w:footnote w:type="continuationSeparator" w:id="0">
    <w:p w14:paraId="775FC8A8" w14:textId="77777777" w:rsidR="002F7EBC" w:rsidRDefault="002F7EB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71018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08845EC7" wp14:editId="5934A8C5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388995">
    <w:abstractNumId w:val="14"/>
  </w:num>
  <w:num w:numId="2" w16cid:durableId="29452655">
    <w:abstractNumId w:val="18"/>
  </w:num>
  <w:num w:numId="3" w16cid:durableId="1517189320">
    <w:abstractNumId w:val="4"/>
  </w:num>
  <w:num w:numId="4" w16cid:durableId="1450465834">
    <w:abstractNumId w:val="16"/>
  </w:num>
  <w:num w:numId="5" w16cid:durableId="669601360">
    <w:abstractNumId w:val="21"/>
  </w:num>
  <w:num w:numId="6" w16cid:durableId="184292364">
    <w:abstractNumId w:val="19"/>
  </w:num>
  <w:num w:numId="7" w16cid:durableId="1903708768">
    <w:abstractNumId w:val="12"/>
  </w:num>
  <w:num w:numId="8" w16cid:durableId="137066928">
    <w:abstractNumId w:val="10"/>
  </w:num>
  <w:num w:numId="9" w16cid:durableId="1692029443">
    <w:abstractNumId w:val="0"/>
  </w:num>
  <w:num w:numId="10" w16cid:durableId="1905677101">
    <w:abstractNumId w:val="9"/>
  </w:num>
  <w:num w:numId="11" w16cid:durableId="142620476">
    <w:abstractNumId w:val="2"/>
  </w:num>
  <w:num w:numId="12" w16cid:durableId="2122340739">
    <w:abstractNumId w:val="17"/>
  </w:num>
  <w:num w:numId="13" w16cid:durableId="704064762">
    <w:abstractNumId w:val="1"/>
  </w:num>
  <w:num w:numId="14" w16cid:durableId="1404570624">
    <w:abstractNumId w:val="6"/>
  </w:num>
  <w:num w:numId="15" w16cid:durableId="1762026449">
    <w:abstractNumId w:val="7"/>
  </w:num>
  <w:num w:numId="16" w16cid:durableId="1168209879">
    <w:abstractNumId w:val="11"/>
  </w:num>
  <w:num w:numId="17" w16cid:durableId="1473330995">
    <w:abstractNumId w:val="8"/>
  </w:num>
  <w:num w:numId="18" w16cid:durableId="1074398148">
    <w:abstractNumId w:val="5"/>
  </w:num>
  <w:num w:numId="19" w16cid:durableId="1485589594">
    <w:abstractNumId w:val="3"/>
  </w:num>
  <w:num w:numId="20" w16cid:durableId="1111360781">
    <w:abstractNumId w:val="20"/>
  </w:num>
  <w:num w:numId="21" w16cid:durableId="1417937209">
    <w:abstractNumId w:val="13"/>
  </w:num>
  <w:num w:numId="22" w16cid:durableId="1481924450">
    <w:abstractNumId w:val="14"/>
    <w:lvlOverride w:ilvl="0">
      <w:startOverride w:val="1"/>
    </w:lvlOverride>
  </w:num>
  <w:num w:numId="23" w16cid:durableId="773205233">
    <w:abstractNumId w:val="14"/>
    <w:lvlOverride w:ilvl="0">
      <w:startOverride w:val="1"/>
    </w:lvlOverride>
  </w:num>
  <w:num w:numId="24" w16cid:durableId="177738239">
    <w:abstractNumId w:val="14"/>
    <w:lvlOverride w:ilvl="0">
      <w:startOverride w:val="1"/>
    </w:lvlOverride>
  </w:num>
  <w:num w:numId="25" w16cid:durableId="1631281663">
    <w:abstractNumId w:val="14"/>
    <w:lvlOverride w:ilvl="0">
      <w:startOverride w:val="1"/>
    </w:lvlOverride>
  </w:num>
  <w:num w:numId="26" w16cid:durableId="38464286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E4"/>
    <w:rsid w:val="0000775F"/>
    <w:rsid w:val="000127AC"/>
    <w:rsid w:val="00017751"/>
    <w:rsid w:val="00026157"/>
    <w:rsid w:val="00041133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32EC5"/>
    <w:rsid w:val="00244639"/>
    <w:rsid w:val="00264EA1"/>
    <w:rsid w:val="002A02A3"/>
    <w:rsid w:val="002A18F9"/>
    <w:rsid w:val="002A6799"/>
    <w:rsid w:val="002D12A9"/>
    <w:rsid w:val="002F7EBC"/>
    <w:rsid w:val="003179DB"/>
    <w:rsid w:val="00330DB0"/>
    <w:rsid w:val="00334221"/>
    <w:rsid w:val="00373EAC"/>
    <w:rsid w:val="00381B15"/>
    <w:rsid w:val="003906DC"/>
    <w:rsid w:val="003A6086"/>
    <w:rsid w:val="003B7431"/>
    <w:rsid w:val="003E4F79"/>
    <w:rsid w:val="003F45B4"/>
    <w:rsid w:val="003F5E3B"/>
    <w:rsid w:val="00412C43"/>
    <w:rsid w:val="00415B86"/>
    <w:rsid w:val="0042385F"/>
    <w:rsid w:val="00430F61"/>
    <w:rsid w:val="00445135"/>
    <w:rsid w:val="00454C96"/>
    <w:rsid w:val="004850AB"/>
    <w:rsid w:val="00494093"/>
    <w:rsid w:val="004A2FCD"/>
    <w:rsid w:val="004B0D19"/>
    <w:rsid w:val="004B35A7"/>
    <w:rsid w:val="004C22BA"/>
    <w:rsid w:val="004C259A"/>
    <w:rsid w:val="004C63BD"/>
    <w:rsid w:val="004F1042"/>
    <w:rsid w:val="005507BE"/>
    <w:rsid w:val="00554E24"/>
    <w:rsid w:val="00587C7D"/>
    <w:rsid w:val="005C62B5"/>
    <w:rsid w:val="005E301E"/>
    <w:rsid w:val="005E5D30"/>
    <w:rsid w:val="005F1DBC"/>
    <w:rsid w:val="005F6623"/>
    <w:rsid w:val="005F79FD"/>
    <w:rsid w:val="00600140"/>
    <w:rsid w:val="0063498A"/>
    <w:rsid w:val="006464A2"/>
    <w:rsid w:val="00657951"/>
    <w:rsid w:val="00660AA5"/>
    <w:rsid w:val="006617DD"/>
    <w:rsid w:val="00677DD3"/>
    <w:rsid w:val="00693FB8"/>
    <w:rsid w:val="006B2673"/>
    <w:rsid w:val="006B39C8"/>
    <w:rsid w:val="006C6076"/>
    <w:rsid w:val="006D1346"/>
    <w:rsid w:val="006D2CB4"/>
    <w:rsid w:val="006E07FD"/>
    <w:rsid w:val="006F44AA"/>
    <w:rsid w:val="007061E6"/>
    <w:rsid w:val="00725A4D"/>
    <w:rsid w:val="0074626D"/>
    <w:rsid w:val="007674A3"/>
    <w:rsid w:val="00767591"/>
    <w:rsid w:val="0078342D"/>
    <w:rsid w:val="00793006"/>
    <w:rsid w:val="007D022E"/>
    <w:rsid w:val="007D390C"/>
    <w:rsid w:val="007D72BF"/>
    <w:rsid w:val="007E2D0D"/>
    <w:rsid w:val="00810D0C"/>
    <w:rsid w:val="0082641F"/>
    <w:rsid w:val="00844EA0"/>
    <w:rsid w:val="008508C6"/>
    <w:rsid w:val="008579AB"/>
    <w:rsid w:val="00857C67"/>
    <w:rsid w:val="00871052"/>
    <w:rsid w:val="00874510"/>
    <w:rsid w:val="008A360B"/>
    <w:rsid w:val="008A6407"/>
    <w:rsid w:val="008B14DF"/>
    <w:rsid w:val="008C77AB"/>
    <w:rsid w:val="008F2A39"/>
    <w:rsid w:val="00970575"/>
    <w:rsid w:val="00980134"/>
    <w:rsid w:val="00983AC1"/>
    <w:rsid w:val="00990900"/>
    <w:rsid w:val="009B1F75"/>
    <w:rsid w:val="009E1FF5"/>
    <w:rsid w:val="00A00FBD"/>
    <w:rsid w:val="00A01422"/>
    <w:rsid w:val="00A061E9"/>
    <w:rsid w:val="00A21F57"/>
    <w:rsid w:val="00A36CBF"/>
    <w:rsid w:val="00A43086"/>
    <w:rsid w:val="00A679B9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40A35"/>
    <w:rsid w:val="00C74D4B"/>
    <w:rsid w:val="00CA7665"/>
    <w:rsid w:val="00CC05C6"/>
    <w:rsid w:val="00CC6DC4"/>
    <w:rsid w:val="00CF7AC8"/>
    <w:rsid w:val="00D01058"/>
    <w:rsid w:val="00D10AC8"/>
    <w:rsid w:val="00D33E38"/>
    <w:rsid w:val="00D370CF"/>
    <w:rsid w:val="00D37DB3"/>
    <w:rsid w:val="00D72D0B"/>
    <w:rsid w:val="00D75195"/>
    <w:rsid w:val="00D775E8"/>
    <w:rsid w:val="00D838D9"/>
    <w:rsid w:val="00DE3722"/>
    <w:rsid w:val="00DE53E4"/>
    <w:rsid w:val="00DF56A6"/>
    <w:rsid w:val="00E032F5"/>
    <w:rsid w:val="00E10441"/>
    <w:rsid w:val="00E34A08"/>
    <w:rsid w:val="00E36D04"/>
    <w:rsid w:val="00E64B3F"/>
    <w:rsid w:val="00E665D0"/>
    <w:rsid w:val="00E67B23"/>
    <w:rsid w:val="00E700F0"/>
    <w:rsid w:val="00EB5F95"/>
    <w:rsid w:val="00EC6E4C"/>
    <w:rsid w:val="00EF0090"/>
    <w:rsid w:val="00EF42B2"/>
    <w:rsid w:val="00F04A61"/>
    <w:rsid w:val="00F2243F"/>
    <w:rsid w:val="00F37CED"/>
    <w:rsid w:val="00F57160"/>
    <w:rsid w:val="00F65F18"/>
    <w:rsid w:val="00F66E0A"/>
    <w:rsid w:val="00F85A8E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F26C4"/>
  <w15:chartTrackingRefBased/>
  <w15:docId w15:val="{B3DD650C-52A2-4D95-BED7-7D6FDC5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rmatik.schule.de/rgb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3</Pages>
  <Words>538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14</cp:revision>
  <cp:lastPrinted>2025-09-04T13:16:00Z</cp:lastPrinted>
  <dcterms:created xsi:type="dcterms:W3CDTF">2021-12-09T13:51:00Z</dcterms:created>
  <dcterms:modified xsi:type="dcterms:W3CDTF">2025-09-04T13:16:00Z</dcterms:modified>
</cp:coreProperties>
</file>